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9D9D9" w:themeColor="background1" w:themeShade="D8"/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756"/>
        <w:gridCol w:w="4818"/>
      </w:tblGrid>
      <w:tr w:rsidR="00197472" w14:paraId="4799A6E0" w14:textId="77777777" w:rsidTr="00197472">
        <w:trPr>
          <w:cantSplit/>
          <w:trHeight w:hRule="exact" w:val="3117"/>
        </w:trPr>
        <w:tc>
          <w:tcPr>
            <w:tcW w:w="4818" w:type="dxa"/>
          </w:tcPr>
          <w:p w14:paraId="6380952A" w14:textId="77777777" w:rsidR="00340146" w:rsidRDefault="00340146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</w:p>
          <w:p w14:paraId="56E74A71" w14:textId="77777777" w:rsidR="00340146" w:rsidRPr="00880915" w:rsidRDefault="00340146" w:rsidP="00880915">
            <w:pPr>
              <w:pBdr>
                <w:bottom w:val="single" w:sz="4" w:space="1" w:color="auto"/>
              </w:pBdr>
              <w:jc w:val="center"/>
              <w:rPr>
                <w:rFonts w:ascii="Arial Black" w:hAnsi="Arial Black"/>
                <w:sz w:val="28"/>
              </w:rPr>
            </w:pPr>
            <w:r w:rsidRPr="00880915">
              <w:rPr>
                <w:rFonts w:ascii="Arial Black" w:hAnsi="Arial Black"/>
                <w:sz w:val="28"/>
              </w:rPr>
              <w:t>Company Name</w:t>
            </w:r>
          </w:p>
          <w:p w14:paraId="021FB742" w14:textId="77777777" w:rsidR="00340146" w:rsidRDefault="00340146" w:rsidP="00197472">
            <w:pPr>
              <w:jc w:val="right"/>
              <w:rPr>
                <w:rFonts w:ascii="Garamond" w:hAnsi="Garamond"/>
                <w:sz w:val="28"/>
              </w:rPr>
            </w:pPr>
          </w:p>
          <w:p w14:paraId="15C6092A" w14:textId="77777777" w:rsidR="00340146" w:rsidRPr="00880915" w:rsidRDefault="00340146" w:rsidP="00880915">
            <w:pPr>
              <w:rPr>
                <w:rFonts w:ascii="Garamond" w:hAnsi="Garamond"/>
                <w:sz w:val="28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editId="164248B5">
                      <wp:simplePos x="0" y="0"/>
                      <wp:positionH relativeFrom="column">
                        <wp:posOffset>2120265</wp:posOffset>
                      </wp:positionH>
                      <wp:positionV relativeFrom="paragraph">
                        <wp:posOffset>98425</wp:posOffset>
                      </wp:positionV>
                      <wp:extent cx="742950" cy="638175"/>
                      <wp:effectExtent l="152400" t="133350" r="133350" b="180975"/>
                      <wp:wrapNone/>
                      <wp:docPr id="83" name="Rechteck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83" o:spid="_x0000_s1026" style="position:absolute;margin-left:166.95pt;margin-top:7.75pt;width:58.5pt;height:50.25pt;rotation:1298589fd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" fillcolor="#95b3d7 [1940]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880915">
              <w:rPr>
                <w:rFonts w:ascii="Garamond" w:hAnsi="Garamond"/>
                <w:sz w:val="28"/>
              </w:rPr>
              <w:fldChar w:fldCharType="separate"/>
            </w:r>
            <w:r w:rsidRPr="008A637D">
              <w:rPr>
                <w:rFonts w:ascii="Garamond" w:hAnsi="Garamond"/>
                <w:noProof/>
                <w:sz w:val="28"/>
              </w:rPr>
              <w:t>Erika</w: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  <w:r w:rsidRPr="00880915">
              <w:rPr>
                <w:rFonts w:ascii="Garamond" w:hAnsi="Garamond"/>
                <w:sz w:val="28"/>
              </w:rPr>
              <w:t xml:space="preserve">  </w: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Nachname </w:instrText>
            </w:r>
            <w:r w:rsidRPr="00880915">
              <w:rPr>
                <w:rFonts w:ascii="Garamond" w:hAnsi="Garamond"/>
                <w:sz w:val="28"/>
              </w:rPr>
              <w:fldChar w:fldCharType="separate"/>
            </w:r>
            <w:r w:rsidRPr="008A637D">
              <w:rPr>
                <w:rFonts w:ascii="Garamond" w:hAnsi="Garamond"/>
                <w:noProof/>
                <w:sz w:val="28"/>
              </w:rPr>
              <w:t>Mustermann</w: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</w:p>
          <w:p w14:paraId="695A4DD9" w14:textId="77777777" w:rsidR="00340146" w:rsidRPr="00880915" w:rsidRDefault="00340146" w:rsidP="00197472">
            <w:pPr>
              <w:ind w:right="120"/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editId="07EBF6BD">
                      <wp:simplePos x="0" y="0"/>
                      <wp:positionH relativeFrom="column">
                        <wp:posOffset>1967865</wp:posOffset>
                      </wp:positionH>
                      <wp:positionV relativeFrom="paragraph">
                        <wp:posOffset>80010</wp:posOffset>
                      </wp:positionV>
                      <wp:extent cx="742950" cy="638175"/>
                      <wp:effectExtent l="152400" t="133350" r="133350" b="180975"/>
                      <wp:wrapNone/>
                      <wp:docPr id="85" name="Rechteck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C00000" mc:Ignorable=""/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85" o:spid="_x0000_s1026" style="position:absolute;margin-left:154.95pt;margin-top:6.3pt;width:58.5pt;height:50.25pt;rotation:1298589fd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" fillcolor="#c00000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  <w:p w14:paraId="48697A83" w14:textId="77777777" w:rsidR="00340146" w:rsidRPr="00340146" w:rsidRDefault="00340146" w:rsidP="00880915">
            <w:pPr>
              <w:ind w:right="120"/>
              <w:rPr>
                <w:rFonts w:ascii="Garamond" w:hAnsi="Garamond"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Adresszeile_1 </w:instrText>
            </w:r>
            <w:r w:rsidRPr="00340146">
              <w:rPr>
                <w:rFonts w:ascii="Garamond" w:hAnsi="Garamond"/>
                <w:sz w:val="20"/>
              </w:rPr>
              <w:fldChar w:fldCharType="separate"/>
            </w:r>
            <w:r w:rsidRPr="008A637D">
              <w:rPr>
                <w:rFonts w:ascii="Garamond" w:hAnsi="Garamond"/>
                <w:noProof/>
                <w:sz w:val="20"/>
              </w:rPr>
              <w:t>Heidestraße 17</w: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118DD706" w14:textId="77777777" w:rsidR="00340146" w:rsidRPr="00340146" w:rsidRDefault="00340146" w:rsidP="00880915">
            <w:pPr>
              <w:ind w:right="120"/>
              <w:rPr>
                <w:rFonts w:ascii="Garamond" w:hAnsi="Garamond"/>
                <w:noProof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Postleitzahl </w:instrText>
            </w:r>
            <w:r w:rsidRPr="00340146">
              <w:rPr>
                <w:rFonts w:ascii="Garamond" w:hAnsi="Garamond"/>
                <w:sz w:val="20"/>
              </w:rPr>
              <w:fldChar w:fldCharType="separate"/>
            </w:r>
            <w:r w:rsidRPr="008A637D">
              <w:rPr>
                <w:rFonts w:ascii="Garamond" w:hAnsi="Garamond"/>
                <w:noProof/>
                <w:sz w:val="20"/>
              </w:rPr>
              <w:t>12277</w: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  <w:r w:rsidRPr="00340146">
              <w:rPr>
                <w:rFonts w:ascii="Garamond" w:hAnsi="Garamond"/>
                <w:sz w:val="20"/>
              </w:rPr>
              <w:t xml:space="preserve"> </w:t>
            </w: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Ort </w:instrText>
            </w:r>
            <w:r w:rsidRPr="00340146">
              <w:rPr>
                <w:rFonts w:ascii="Garamond" w:hAnsi="Garamond"/>
                <w:sz w:val="20"/>
              </w:rPr>
              <w:fldChar w:fldCharType="separate"/>
            </w:r>
            <w:r w:rsidRPr="008A637D">
              <w:rPr>
                <w:rFonts w:ascii="Garamond" w:hAnsi="Garamond"/>
                <w:noProof/>
                <w:sz w:val="20"/>
              </w:rPr>
              <w:t>Berlin</w: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097EB615" w14:textId="77777777" w:rsidR="00340146" w:rsidRDefault="00340146" w:rsidP="00197472">
            <w:pPr>
              <w:ind w:right="120"/>
              <w:jc w:val="right"/>
            </w:pPr>
            <w:bookmarkStart w:id="0" w:name="_GoBack"/>
            <w:bookmarkEnd w:id="0"/>
          </w:p>
          <w:p w14:paraId="5D1C003F" w14:textId="77777777" w:rsidR="00340146" w:rsidRDefault="00340146" w:rsidP="00197472">
            <w:pPr>
              <w:ind w:right="120"/>
            </w:pPr>
          </w:p>
        </w:tc>
        <w:tc>
          <w:tcPr>
            <w:tcW w:w="756" w:type="dxa"/>
          </w:tcPr>
          <w:p w14:paraId="5C5A057C" w14:textId="77777777" w:rsidR="00197472" w:rsidRDefault="00197472" w:rsidP="00197472">
            <w:pPr>
              <w:ind w:left="120" w:right="120"/>
            </w:pPr>
          </w:p>
        </w:tc>
        <w:tc>
          <w:tcPr>
            <w:tcW w:w="4818" w:type="dxa"/>
          </w:tcPr>
          <w:p w14:paraId="06C05C6C" w14:textId="77777777" w:rsidR="00340146" w:rsidRDefault="00340146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r>
              <w:rPr>
                <w:rFonts w:ascii="Garamond" w:hAnsi="Garamond"/>
                <w:b/>
                <w:smallCaps/>
                <w:sz w:val="36"/>
              </w:rPr>
              <w:fldChar w:fldCharType="begin"/>
            </w:r>
            <w:r>
              <w:rPr>
                <w:rFonts w:ascii="Garamond" w:hAnsi="Garamond"/>
                <w:b/>
                <w:smallCaps/>
                <w:sz w:val="36"/>
              </w:rPr>
              <w:instrText xml:space="preserve"> NEXT </w:instrText>
            </w:r>
            <w:r>
              <w:rPr>
                <w:rFonts w:ascii="Garamond" w:hAnsi="Garamond"/>
                <w:b/>
                <w:smallCaps/>
                <w:sz w:val="36"/>
              </w:rPr>
              <w:fldChar w:fldCharType="end"/>
            </w:r>
          </w:p>
          <w:p w14:paraId="1CA63E9A" w14:textId="77777777" w:rsidR="00340146" w:rsidRPr="00880915" w:rsidRDefault="00340146" w:rsidP="00880915">
            <w:pPr>
              <w:pBdr>
                <w:bottom w:val="single" w:sz="4" w:space="1" w:color="auto"/>
              </w:pBdr>
              <w:jc w:val="center"/>
              <w:rPr>
                <w:rFonts w:ascii="Arial Black" w:hAnsi="Arial Black"/>
                <w:sz w:val="28"/>
              </w:rPr>
            </w:pPr>
            <w:r w:rsidRPr="00880915">
              <w:rPr>
                <w:rFonts w:ascii="Arial Black" w:hAnsi="Arial Black"/>
                <w:sz w:val="28"/>
              </w:rPr>
              <w:t>Company Name</w:t>
            </w:r>
          </w:p>
          <w:p w14:paraId="30BC6998" w14:textId="77777777" w:rsidR="00340146" w:rsidRDefault="00340146" w:rsidP="00197472">
            <w:pPr>
              <w:jc w:val="right"/>
              <w:rPr>
                <w:rFonts w:ascii="Garamond" w:hAnsi="Garamond"/>
                <w:sz w:val="28"/>
              </w:rPr>
            </w:pPr>
          </w:p>
          <w:p w14:paraId="472BC948" w14:textId="77777777" w:rsidR="00340146" w:rsidRPr="00880915" w:rsidRDefault="00340146" w:rsidP="00880915">
            <w:pPr>
              <w:rPr>
                <w:rFonts w:ascii="Garamond" w:hAnsi="Garamond"/>
                <w:sz w:val="28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editId="364CD65A">
                      <wp:simplePos x="0" y="0"/>
                      <wp:positionH relativeFrom="column">
                        <wp:posOffset>2120265</wp:posOffset>
                      </wp:positionH>
                      <wp:positionV relativeFrom="paragraph">
                        <wp:posOffset>98425</wp:posOffset>
                      </wp:positionV>
                      <wp:extent cx="742950" cy="638175"/>
                      <wp:effectExtent l="152400" t="133350" r="133350" b="180975"/>
                      <wp:wrapNone/>
                      <wp:docPr id="79" name="Rechteck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79" o:spid="_x0000_s1026" style="position:absolute;margin-left:166.95pt;margin-top:7.75pt;width:58.5pt;height:50.25pt;rotation:1298589fd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" fillcolor="#95b3d7 [1940]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880915">
              <w:rPr>
                <w:rFonts w:ascii="Garamond" w:hAnsi="Garamond"/>
                <w:sz w:val="28"/>
              </w:rPr>
              <w:fldChar w:fldCharType="separate"/>
            </w:r>
            <w:r w:rsidRPr="008A637D">
              <w:rPr>
                <w:rFonts w:ascii="Garamond" w:hAnsi="Garamond"/>
                <w:noProof/>
                <w:sz w:val="28"/>
              </w:rPr>
              <w:t>Max</w: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  <w:r w:rsidRPr="00880915">
              <w:rPr>
                <w:rFonts w:ascii="Garamond" w:hAnsi="Garamond"/>
                <w:sz w:val="28"/>
              </w:rPr>
              <w:t xml:space="preserve">  </w: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Nachname </w:instrText>
            </w:r>
            <w:r w:rsidRPr="00880915">
              <w:rPr>
                <w:rFonts w:ascii="Garamond" w:hAnsi="Garamond"/>
                <w:sz w:val="28"/>
              </w:rPr>
              <w:fldChar w:fldCharType="separate"/>
            </w:r>
            <w:r w:rsidRPr="008A637D">
              <w:rPr>
                <w:rFonts w:ascii="Garamond" w:hAnsi="Garamond"/>
                <w:noProof/>
                <w:sz w:val="28"/>
              </w:rPr>
              <w:t>Mustermann</w: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</w:p>
          <w:p w14:paraId="75D5998F" w14:textId="77777777" w:rsidR="00340146" w:rsidRPr="00880915" w:rsidRDefault="00340146" w:rsidP="00197472">
            <w:pPr>
              <w:ind w:right="120"/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editId="3CC81955">
                      <wp:simplePos x="0" y="0"/>
                      <wp:positionH relativeFrom="column">
                        <wp:posOffset>1967865</wp:posOffset>
                      </wp:positionH>
                      <wp:positionV relativeFrom="paragraph">
                        <wp:posOffset>80010</wp:posOffset>
                      </wp:positionV>
                      <wp:extent cx="742950" cy="638175"/>
                      <wp:effectExtent l="152400" t="133350" r="133350" b="180975"/>
                      <wp:wrapNone/>
                      <wp:docPr id="81" name="Rechteck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C00000" mc:Ignorable=""/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81" o:spid="_x0000_s1026" style="position:absolute;margin-left:154.95pt;margin-top:6.3pt;width:58.5pt;height:50.25pt;rotation:1298589fd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" fillcolor="#c00000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  <w:p w14:paraId="1E70EAF4" w14:textId="77777777" w:rsidR="00340146" w:rsidRPr="00340146" w:rsidRDefault="00340146" w:rsidP="00880915">
            <w:pPr>
              <w:ind w:right="120"/>
              <w:rPr>
                <w:rFonts w:ascii="Garamond" w:hAnsi="Garamond"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Adresszeile_1 </w:instrText>
            </w:r>
            <w:r w:rsidRPr="00340146">
              <w:rPr>
                <w:rFonts w:ascii="Garamond" w:hAnsi="Garamond"/>
                <w:sz w:val="20"/>
              </w:rPr>
              <w:fldChar w:fldCharType="separate"/>
            </w:r>
            <w:r w:rsidRPr="008A637D">
              <w:rPr>
                <w:rFonts w:ascii="Garamond" w:hAnsi="Garamond"/>
                <w:noProof/>
                <w:sz w:val="20"/>
              </w:rPr>
              <w:t>Heidestraße 17</w: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6CF24A9C" w14:textId="77777777" w:rsidR="00340146" w:rsidRPr="00340146" w:rsidRDefault="00340146" w:rsidP="00880915">
            <w:pPr>
              <w:ind w:right="120"/>
              <w:rPr>
                <w:rFonts w:ascii="Garamond" w:hAnsi="Garamond"/>
                <w:noProof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Postleitzahl </w:instrText>
            </w:r>
            <w:r w:rsidRPr="00340146">
              <w:rPr>
                <w:rFonts w:ascii="Garamond" w:hAnsi="Garamond"/>
                <w:sz w:val="20"/>
              </w:rPr>
              <w:fldChar w:fldCharType="separate"/>
            </w:r>
            <w:r w:rsidRPr="008A637D">
              <w:rPr>
                <w:rFonts w:ascii="Garamond" w:hAnsi="Garamond"/>
                <w:noProof/>
                <w:sz w:val="20"/>
              </w:rPr>
              <w:t>12277</w: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  <w:r w:rsidRPr="00340146">
              <w:rPr>
                <w:rFonts w:ascii="Garamond" w:hAnsi="Garamond"/>
                <w:sz w:val="20"/>
              </w:rPr>
              <w:t xml:space="preserve"> </w:t>
            </w: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Ort </w:instrText>
            </w:r>
            <w:r w:rsidRPr="00340146">
              <w:rPr>
                <w:rFonts w:ascii="Garamond" w:hAnsi="Garamond"/>
                <w:sz w:val="20"/>
              </w:rPr>
              <w:fldChar w:fldCharType="separate"/>
            </w:r>
            <w:r w:rsidRPr="008A637D">
              <w:rPr>
                <w:rFonts w:ascii="Garamond" w:hAnsi="Garamond"/>
                <w:noProof/>
                <w:sz w:val="20"/>
              </w:rPr>
              <w:t>Berlin</w: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262536D0" w14:textId="77777777" w:rsidR="00340146" w:rsidRDefault="00340146" w:rsidP="00197472">
            <w:pPr>
              <w:ind w:right="120"/>
              <w:jc w:val="right"/>
            </w:pPr>
          </w:p>
          <w:p w14:paraId="7CB491DD" w14:textId="77777777" w:rsidR="00340146" w:rsidRDefault="00340146" w:rsidP="00197472">
            <w:pPr>
              <w:ind w:right="120"/>
            </w:pPr>
          </w:p>
        </w:tc>
      </w:tr>
      <w:tr w:rsidR="00197472" w14:paraId="259011F9" w14:textId="77777777" w:rsidTr="00197472">
        <w:trPr>
          <w:cantSplit/>
          <w:trHeight w:hRule="exact" w:val="209"/>
        </w:trPr>
        <w:tc>
          <w:tcPr>
            <w:tcW w:w="4818" w:type="dxa"/>
          </w:tcPr>
          <w:p w14:paraId="6CA3BF48" w14:textId="77777777" w:rsidR="00197472" w:rsidRDefault="00197472" w:rsidP="00197472">
            <w:pPr>
              <w:ind w:left="120" w:right="120"/>
            </w:pPr>
          </w:p>
        </w:tc>
        <w:tc>
          <w:tcPr>
            <w:tcW w:w="756" w:type="dxa"/>
          </w:tcPr>
          <w:p w14:paraId="60EE1A2D" w14:textId="77777777" w:rsidR="00197472" w:rsidRDefault="00197472" w:rsidP="00197472">
            <w:pPr>
              <w:ind w:left="120" w:right="120"/>
            </w:pPr>
          </w:p>
        </w:tc>
        <w:tc>
          <w:tcPr>
            <w:tcW w:w="4818" w:type="dxa"/>
          </w:tcPr>
          <w:p w14:paraId="296F1547" w14:textId="77777777" w:rsidR="00197472" w:rsidRDefault="00197472" w:rsidP="00197472">
            <w:pPr>
              <w:ind w:left="120" w:right="120"/>
            </w:pPr>
          </w:p>
        </w:tc>
      </w:tr>
      <w:tr w:rsidR="00197472" w14:paraId="3EB7663E" w14:textId="77777777" w:rsidTr="00197472">
        <w:trPr>
          <w:cantSplit/>
          <w:trHeight w:hRule="exact" w:val="3117"/>
        </w:trPr>
        <w:tc>
          <w:tcPr>
            <w:tcW w:w="4818" w:type="dxa"/>
          </w:tcPr>
          <w:p w14:paraId="5BA3DBC1" w14:textId="77777777" w:rsidR="00340146" w:rsidRDefault="00340146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r>
              <w:rPr>
                <w:rFonts w:ascii="Garamond" w:hAnsi="Garamond"/>
                <w:b/>
                <w:smallCaps/>
                <w:sz w:val="36"/>
              </w:rPr>
              <w:fldChar w:fldCharType="begin"/>
            </w:r>
            <w:r>
              <w:rPr>
                <w:rFonts w:ascii="Garamond" w:hAnsi="Garamond"/>
                <w:b/>
                <w:smallCaps/>
                <w:sz w:val="36"/>
              </w:rPr>
              <w:instrText xml:space="preserve"> NEXT </w:instrText>
            </w:r>
            <w:r>
              <w:rPr>
                <w:rFonts w:ascii="Garamond" w:hAnsi="Garamond"/>
                <w:b/>
                <w:smallCaps/>
                <w:sz w:val="36"/>
              </w:rPr>
              <w:fldChar w:fldCharType="end"/>
            </w:r>
          </w:p>
          <w:p w14:paraId="38326FB4" w14:textId="77777777" w:rsidR="00340146" w:rsidRPr="00880915" w:rsidRDefault="00340146" w:rsidP="00880915">
            <w:pPr>
              <w:pBdr>
                <w:bottom w:val="single" w:sz="4" w:space="1" w:color="auto"/>
              </w:pBdr>
              <w:jc w:val="center"/>
              <w:rPr>
                <w:rFonts w:ascii="Arial Black" w:hAnsi="Arial Black"/>
                <w:sz w:val="28"/>
              </w:rPr>
            </w:pPr>
            <w:r w:rsidRPr="00880915">
              <w:rPr>
                <w:rFonts w:ascii="Arial Black" w:hAnsi="Arial Black"/>
                <w:sz w:val="28"/>
              </w:rPr>
              <w:t>Company Name</w:t>
            </w:r>
          </w:p>
          <w:p w14:paraId="01F41826" w14:textId="77777777" w:rsidR="00340146" w:rsidRDefault="00340146" w:rsidP="00197472">
            <w:pPr>
              <w:jc w:val="right"/>
              <w:rPr>
                <w:rFonts w:ascii="Garamond" w:hAnsi="Garamond"/>
                <w:sz w:val="28"/>
              </w:rPr>
            </w:pPr>
          </w:p>
          <w:p w14:paraId="0C4F0F6C" w14:textId="77777777" w:rsidR="00340146" w:rsidRPr="00880915" w:rsidRDefault="00340146" w:rsidP="00880915">
            <w:pPr>
              <w:rPr>
                <w:rFonts w:ascii="Garamond" w:hAnsi="Garamond"/>
                <w:sz w:val="28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editId="6C9214FC">
                      <wp:simplePos x="0" y="0"/>
                      <wp:positionH relativeFrom="column">
                        <wp:posOffset>2120265</wp:posOffset>
                      </wp:positionH>
                      <wp:positionV relativeFrom="paragraph">
                        <wp:posOffset>98425</wp:posOffset>
                      </wp:positionV>
                      <wp:extent cx="742950" cy="638175"/>
                      <wp:effectExtent l="152400" t="133350" r="133350" b="180975"/>
                      <wp:wrapNone/>
                      <wp:docPr id="75" name="Rechteck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75" o:spid="_x0000_s1026" style="position:absolute;margin-left:166.95pt;margin-top:7.75pt;width:58.5pt;height:50.25pt;rotation:1298589fd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" fillcolor="#95b3d7 [1940]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880915">
              <w:rPr>
                <w:rFonts w:ascii="Garamond" w:hAnsi="Garamond"/>
                <w:sz w:val="28"/>
              </w:rPr>
              <w:fldChar w:fldCharType="separate"/>
            </w:r>
            <w:r w:rsidRPr="008A637D">
              <w:rPr>
                <w:rFonts w:ascii="Garamond" w:hAnsi="Garamond"/>
                <w:noProof/>
                <w:sz w:val="28"/>
              </w:rPr>
              <w:t>Vorname1</w: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  <w:r w:rsidRPr="00880915">
              <w:rPr>
                <w:rFonts w:ascii="Garamond" w:hAnsi="Garamond"/>
                <w:sz w:val="28"/>
              </w:rPr>
              <w:t xml:space="preserve">  </w: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Nachname </w:instrText>
            </w:r>
            <w:r w:rsidRPr="00880915">
              <w:rPr>
                <w:rFonts w:ascii="Garamond" w:hAnsi="Garamond"/>
                <w:sz w:val="28"/>
              </w:rPr>
              <w:fldChar w:fldCharType="separate"/>
            </w:r>
            <w:r w:rsidRPr="008A637D">
              <w:rPr>
                <w:rFonts w:ascii="Garamond" w:hAnsi="Garamond"/>
                <w:noProof/>
                <w:sz w:val="28"/>
              </w:rPr>
              <w:t>Nachname</w: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</w:p>
          <w:p w14:paraId="500F5CC1" w14:textId="77777777" w:rsidR="00340146" w:rsidRPr="00880915" w:rsidRDefault="00340146" w:rsidP="00197472">
            <w:pPr>
              <w:ind w:right="120"/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editId="3B3BF8B0">
                      <wp:simplePos x="0" y="0"/>
                      <wp:positionH relativeFrom="column">
                        <wp:posOffset>1967865</wp:posOffset>
                      </wp:positionH>
                      <wp:positionV relativeFrom="paragraph">
                        <wp:posOffset>80010</wp:posOffset>
                      </wp:positionV>
                      <wp:extent cx="742950" cy="638175"/>
                      <wp:effectExtent l="152400" t="133350" r="133350" b="180975"/>
                      <wp:wrapNone/>
                      <wp:docPr id="77" name="Rechteck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C00000" mc:Ignorable=""/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77" o:spid="_x0000_s1026" style="position:absolute;margin-left:154.95pt;margin-top:6.3pt;width:58.5pt;height:50.25pt;rotation:1298589fd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" fillcolor="#c00000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  <w:p w14:paraId="7866439F" w14:textId="77777777" w:rsidR="00340146" w:rsidRPr="00340146" w:rsidRDefault="00340146" w:rsidP="00880915">
            <w:pPr>
              <w:ind w:right="120"/>
              <w:rPr>
                <w:rFonts w:ascii="Garamond" w:hAnsi="Garamond"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Adresszeile_1 </w:instrText>
            </w:r>
            <w:r w:rsidRPr="00340146">
              <w:rPr>
                <w:rFonts w:ascii="Garamond" w:hAnsi="Garamond"/>
                <w:sz w:val="20"/>
              </w:rPr>
              <w:fldChar w:fldCharType="separate"/>
            </w:r>
            <w:r w:rsidRPr="008A637D">
              <w:rPr>
                <w:rFonts w:ascii="Garamond" w:hAnsi="Garamond"/>
                <w:noProof/>
                <w:sz w:val="20"/>
              </w:rPr>
              <w:t>Street 1</w: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063D34C9" w14:textId="77777777" w:rsidR="00340146" w:rsidRPr="00340146" w:rsidRDefault="00340146" w:rsidP="00880915">
            <w:pPr>
              <w:ind w:right="120"/>
              <w:rPr>
                <w:rFonts w:ascii="Garamond" w:hAnsi="Garamond"/>
                <w:noProof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Postleitzahl </w:instrText>
            </w:r>
            <w:r w:rsidRPr="00340146">
              <w:rPr>
                <w:rFonts w:ascii="Garamond" w:hAnsi="Garamond"/>
                <w:sz w:val="20"/>
              </w:rPr>
              <w:fldChar w:fldCharType="separate"/>
            </w:r>
            <w:r w:rsidRPr="008A637D">
              <w:rPr>
                <w:rFonts w:ascii="Garamond" w:hAnsi="Garamond"/>
                <w:noProof/>
                <w:sz w:val="20"/>
              </w:rPr>
              <w:t>123456789</w: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  <w:r w:rsidRPr="00340146">
              <w:rPr>
                <w:rFonts w:ascii="Garamond" w:hAnsi="Garamond"/>
                <w:sz w:val="20"/>
              </w:rPr>
              <w:t xml:space="preserve"> </w:t>
            </w: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Ort </w:instrText>
            </w:r>
            <w:r w:rsidRPr="00340146">
              <w:rPr>
                <w:rFonts w:ascii="Garamond" w:hAnsi="Garamond"/>
                <w:sz w:val="20"/>
              </w:rPr>
              <w:fldChar w:fldCharType="separate"/>
            </w:r>
            <w:r w:rsidRPr="008A637D">
              <w:rPr>
                <w:rFonts w:ascii="Garamond" w:hAnsi="Garamond"/>
                <w:noProof/>
                <w:sz w:val="20"/>
              </w:rPr>
              <w:t>-</w: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751EA675" w14:textId="77777777" w:rsidR="00340146" w:rsidRDefault="00340146" w:rsidP="00197472">
            <w:pPr>
              <w:ind w:right="120"/>
              <w:jc w:val="right"/>
            </w:pPr>
          </w:p>
          <w:p w14:paraId="33E4D37C" w14:textId="77777777" w:rsidR="00340146" w:rsidRDefault="00340146" w:rsidP="00197472">
            <w:pPr>
              <w:ind w:right="120"/>
            </w:pPr>
          </w:p>
        </w:tc>
        <w:tc>
          <w:tcPr>
            <w:tcW w:w="756" w:type="dxa"/>
          </w:tcPr>
          <w:p w14:paraId="5D25DBD7" w14:textId="77777777" w:rsidR="00197472" w:rsidRDefault="00197472" w:rsidP="00197472">
            <w:pPr>
              <w:ind w:left="120" w:right="120"/>
            </w:pPr>
          </w:p>
        </w:tc>
        <w:tc>
          <w:tcPr>
            <w:tcW w:w="4818" w:type="dxa"/>
          </w:tcPr>
          <w:p w14:paraId="1EAC6B9E" w14:textId="77777777" w:rsidR="00340146" w:rsidRDefault="00340146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r>
              <w:rPr>
                <w:rFonts w:ascii="Garamond" w:hAnsi="Garamond"/>
                <w:b/>
                <w:smallCaps/>
                <w:sz w:val="36"/>
              </w:rPr>
              <w:fldChar w:fldCharType="begin"/>
            </w:r>
            <w:r>
              <w:rPr>
                <w:rFonts w:ascii="Garamond" w:hAnsi="Garamond"/>
                <w:b/>
                <w:smallCaps/>
                <w:sz w:val="36"/>
              </w:rPr>
              <w:instrText xml:space="preserve"> NEXT </w:instrText>
            </w:r>
            <w:r>
              <w:rPr>
                <w:rFonts w:ascii="Garamond" w:hAnsi="Garamond"/>
                <w:b/>
                <w:smallCaps/>
                <w:sz w:val="36"/>
              </w:rPr>
              <w:fldChar w:fldCharType="end"/>
            </w:r>
          </w:p>
          <w:p w14:paraId="57A95A79" w14:textId="77777777" w:rsidR="00340146" w:rsidRPr="00880915" w:rsidRDefault="00340146" w:rsidP="00880915">
            <w:pPr>
              <w:pBdr>
                <w:bottom w:val="single" w:sz="4" w:space="1" w:color="auto"/>
              </w:pBdr>
              <w:jc w:val="center"/>
              <w:rPr>
                <w:rFonts w:ascii="Arial Black" w:hAnsi="Arial Black"/>
                <w:sz w:val="28"/>
              </w:rPr>
            </w:pPr>
            <w:r w:rsidRPr="00880915">
              <w:rPr>
                <w:rFonts w:ascii="Arial Black" w:hAnsi="Arial Black"/>
                <w:sz w:val="28"/>
              </w:rPr>
              <w:t>Company Name</w:t>
            </w:r>
          </w:p>
          <w:p w14:paraId="1700B824" w14:textId="77777777" w:rsidR="00340146" w:rsidRDefault="00340146" w:rsidP="00197472">
            <w:pPr>
              <w:jc w:val="right"/>
              <w:rPr>
                <w:rFonts w:ascii="Garamond" w:hAnsi="Garamond"/>
                <w:sz w:val="28"/>
              </w:rPr>
            </w:pPr>
          </w:p>
          <w:p w14:paraId="11A4EAF0" w14:textId="77777777" w:rsidR="00340146" w:rsidRPr="00880915" w:rsidRDefault="00340146" w:rsidP="00880915">
            <w:pPr>
              <w:rPr>
                <w:rFonts w:ascii="Garamond" w:hAnsi="Garamond"/>
                <w:sz w:val="28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editId="7B13A859">
                      <wp:simplePos x="0" y="0"/>
                      <wp:positionH relativeFrom="column">
                        <wp:posOffset>2120265</wp:posOffset>
                      </wp:positionH>
                      <wp:positionV relativeFrom="paragraph">
                        <wp:posOffset>98425</wp:posOffset>
                      </wp:positionV>
                      <wp:extent cx="742950" cy="638175"/>
                      <wp:effectExtent l="152400" t="133350" r="133350" b="180975"/>
                      <wp:wrapNone/>
                      <wp:docPr id="71" name="Rechteck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71" o:spid="_x0000_s1026" style="position:absolute;margin-left:166.95pt;margin-top:7.75pt;width:58.5pt;height:50.25pt;rotation:1298589fd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" fillcolor="#95b3d7 [1940]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  <w:r w:rsidRPr="00880915">
              <w:rPr>
                <w:rFonts w:ascii="Garamond" w:hAnsi="Garamond"/>
                <w:sz w:val="28"/>
              </w:rPr>
              <w:t xml:space="preserve">  </w: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Nachname </w:instrTex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</w:p>
          <w:p w14:paraId="7ED5B2F4" w14:textId="77777777" w:rsidR="00340146" w:rsidRPr="00880915" w:rsidRDefault="00340146" w:rsidP="00197472">
            <w:pPr>
              <w:ind w:right="120"/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editId="3C2E69F6">
                      <wp:simplePos x="0" y="0"/>
                      <wp:positionH relativeFrom="column">
                        <wp:posOffset>1967865</wp:posOffset>
                      </wp:positionH>
                      <wp:positionV relativeFrom="paragraph">
                        <wp:posOffset>80010</wp:posOffset>
                      </wp:positionV>
                      <wp:extent cx="742950" cy="638175"/>
                      <wp:effectExtent l="152400" t="133350" r="133350" b="180975"/>
                      <wp:wrapNone/>
                      <wp:docPr id="73" name="Rechteck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C00000" mc:Ignorable=""/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73" o:spid="_x0000_s1026" style="position:absolute;margin-left:154.95pt;margin-top:6.3pt;width:58.5pt;height:50.25pt;rotation:1298589fd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" fillcolor="#c00000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  <w:p w14:paraId="673F3C90" w14:textId="77777777" w:rsidR="00340146" w:rsidRPr="00340146" w:rsidRDefault="00340146" w:rsidP="00880915">
            <w:pPr>
              <w:ind w:right="120"/>
              <w:rPr>
                <w:rFonts w:ascii="Garamond" w:hAnsi="Garamond"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Adresszeile_1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00035F2C" w14:textId="77777777" w:rsidR="00340146" w:rsidRPr="00340146" w:rsidRDefault="00340146" w:rsidP="00880915">
            <w:pPr>
              <w:ind w:right="120"/>
              <w:rPr>
                <w:rFonts w:ascii="Garamond" w:hAnsi="Garamond"/>
                <w:noProof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Postleitzahl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  <w:r w:rsidRPr="00340146">
              <w:rPr>
                <w:rFonts w:ascii="Garamond" w:hAnsi="Garamond"/>
                <w:sz w:val="20"/>
              </w:rPr>
              <w:t xml:space="preserve"> </w:t>
            </w: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Ort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1C66BBF5" w14:textId="77777777" w:rsidR="00340146" w:rsidRDefault="00340146" w:rsidP="00197472">
            <w:pPr>
              <w:ind w:right="120"/>
              <w:jc w:val="right"/>
            </w:pPr>
          </w:p>
          <w:p w14:paraId="2C45567C" w14:textId="77777777" w:rsidR="00340146" w:rsidRDefault="00340146" w:rsidP="00197472">
            <w:pPr>
              <w:ind w:right="120"/>
            </w:pPr>
          </w:p>
        </w:tc>
      </w:tr>
      <w:tr w:rsidR="00197472" w14:paraId="4C787143" w14:textId="77777777" w:rsidTr="00197472">
        <w:trPr>
          <w:cantSplit/>
          <w:trHeight w:hRule="exact" w:val="209"/>
        </w:trPr>
        <w:tc>
          <w:tcPr>
            <w:tcW w:w="4818" w:type="dxa"/>
          </w:tcPr>
          <w:p w14:paraId="1CDA2148" w14:textId="77777777" w:rsidR="00197472" w:rsidRDefault="00197472" w:rsidP="00197472">
            <w:pPr>
              <w:ind w:left="120" w:right="120"/>
            </w:pPr>
          </w:p>
        </w:tc>
        <w:tc>
          <w:tcPr>
            <w:tcW w:w="756" w:type="dxa"/>
          </w:tcPr>
          <w:p w14:paraId="773B88F1" w14:textId="77777777" w:rsidR="00197472" w:rsidRDefault="00197472" w:rsidP="00197472">
            <w:pPr>
              <w:ind w:left="120" w:right="120"/>
            </w:pPr>
          </w:p>
        </w:tc>
        <w:tc>
          <w:tcPr>
            <w:tcW w:w="4818" w:type="dxa"/>
          </w:tcPr>
          <w:p w14:paraId="420171D3" w14:textId="77777777" w:rsidR="00197472" w:rsidRDefault="00197472" w:rsidP="00197472">
            <w:pPr>
              <w:ind w:left="120" w:right="120"/>
            </w:pPr>
          </w:p>
        </w:tc>
      </w:tr>
      <w:tr w:rsidR="00197472" w14:paraId="766E4FB6" w14:textId="77777777" w:rsidTr="00197472">
        <w:trPr>
          <w:cantSplit/>
          <w:trHeight w:hRule="exact" w:val="3117"/>
        </w:trPr>
        <w:tc>
          <w:tcPr>
            <w:tcW w:w="4818" w:type="dxa"/>
          </w:tcPr>
          <w:p w14:paraId="3ADF548C" w14:textId="77777777" w:rsidR="00340146" w:rsidRDefault="00340146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r>
              <w:rPr>
                <w:rFonts w:ascii="Garamond" w:hAnsi="Garamond"/>
                <w:b/>
                <w:smallCaps/>
                <w:sz w:val="36"/>
              </w:rPr>
              <w:fldChar w:fldCharType="begin"/>
            </w:r>
            <w:r>
              <w:rPr>
                <w:rFonts w:ascii="Garamond" w:hAnsi="Garamond"/>
                <w:b/>
                <w:smallCaps/>
                <w:sz w:val="36"/>
              </w:rPr>
              <w:instrText xml:space="preserve"> NEXT </w:instrText>
            </w:r>
            <w:r>
              <w:rPr>
                <w:rFonts w:ascii="Garamond" w:hAnsi="Garamond"/>
                <w:b/>
                <w:smallCaps/>
                <w:sz w:val="36"/>
              </w:rPr>
              <w:fldChar w:fldCharType="end"/>
            </w:r>
          </w:p>
          <w:p w14:paraId="24BB4153" w14:textId="77777777" w:rsidR="00340146" w:rsidRPr="00880915" w:rsidRDefault="00340146" w:rsidP="00880915">
            <w:pPr>
              <w:pBdr>
                <w:bottom w:val="single" w:sz="4" w:space="1" w:color="auto"/>
              </w:pBdr>
              <w:jc w:val="center"/>
              <w:rPr>
                <w:rFonts w:ascii="Arial Black" w:hAnsi="Arial Black"/>
                <w:sz w:val="28"/>
              </w:rPr>
            </w:pPr>
            <w:r w:rsidRPr="00880915">
              <w:rPr>
                <w:rFonts w:ascii="Arial Black" w:hAnsi="Arial Black"/>
                <w:sz w:val="28"/>
              </w:rPr>
              <w:t>Company Name</w:t>
            </w:r>
          </w:p>
          <w:p w14:paraId="3EC5C50D" w14:textId="77777777" w:rsidR="00340146" w:rsidRDefault="00340146" w:rsidP="00197472">
            <w:pPr>
              <w:jc w:val="right"/>
              <w:rPr>
                <w:rFonts w:ascii="Garamond" w:hAnsi="Garamond"/>
                <w:sz w:val="28"/>
              </w:rPr>
            </w:pPr>
          </w:p>
          <w:p w14:paraId="44254A88" w14:textId="77777777" w:rsidR="00340146" w:rsidRPr="00880915" w:rsidRDefault="00340146" w:rsidP="00880915">
            <w:pPr>
              <w:rPr>
                <w:rFonts w:ascii="Garamond" w:hAnsi="Garamond"/>
                <w:sz w:val="28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editId="6CBA63F2">
                      <wp:simplePos x="0" y="0"/>
                      <wp:positionH relativeFrom="column">
                        <wp:posOffset>2120265</wp:posOffset>
                      </wp:positionH>
                      <wp:positionV relativeFrom="paragraph">
                        <wp:posOffset>98425</wp:posOffset>
                      </wp:positionV>
                      <wp:extent cx="742950" cy="638175"/>
                      <wp:effectExtent l="152400" t="133350" r="133350" b="180975"/>
                      <wp:wrapNone/>
                      <wp:docPr id="67" name="Rechteck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67" o:spid="_x0000_s1026" style="position:absolute;margin-left:166.95pt;margin-top:7.75pt;width:58.5pt;height:50.25pt;rotation:1298589fd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" fillcolor="#95b3d7 [1940]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  <w:r w:rsidRPr="00880915">
              <w:rPr>
                <w:rFonts w:ascii="Garamond" w:hAnsi="Garamond"/>
                <w:sz w:val="28"/>
              </w:rPr>
              <w:t xml:space="preserve">  </w: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Nachname </w:instrTex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</w:p>
          <w:p w14:paraId="65A90FD5" w14:textId="77777777" w:rsidR="00340146" w:rsidRPr="00880915" w:rsidRDefault="00340146" w:rsidP="00197472">
            <w:pPr>
              <w:ind w:right="120"/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editId="459921A4">
                      <wp:simplePos x="0" y="0"/>
                      <wp:positionH relativeFrom="column">
                        <wp:posOffset>1967865</wp:posOffset>
                      </wp:positionH>
                      <wp:positionV relativeFrom="paragraph">
                        <wp:posOffset>80010</wp:posOffset>
                      </wp:positionV>
                      <wp:extent cx="742950" cy="638175"/>
                      <wp:effectExtent l="152400" t="133350" r="133350" b="180975"/>
                      <wp:wrapNone/>
                      <wp:docPr id="69" name="Rechteck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C00000" mc:Ignorable=""/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69" o:spid="_x0000_s1026" style="position:absolute;margin-left:154.95pt;margin-top:6.3pt;width:58.5pt;height:50.25pt;rotation:1298589fd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" fillcolor="#c00000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  <w:p w14:paraId="21D142B6" w14:textId="77777777" w:rsidR="00340146" w:rsidRPr="00340146" w:rsidRDefault="00340146" w:rsidP="00880915">
            <w:pPr>
              <w:ind w:right="120"/>
              <w:rPr>
                <w:rFonts w:ascii="Garamond" w:hAnsi="Garamond"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Adresszeile_1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73F8FBE8" w14:textId="77777777" w:rsidR="00340146" w:rsidRPr="00340146" w:rsidRDefault="00340146" w:rsidP="00880915">
            <w:pPr>
              <w:ind w:right="120"/>
              <w:rPr>
                <w:rFonts w:ascii="Garamond" w:hAnsi="Garamond"/>
                <w:noProof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Postleitzahl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  <w:r w:rsidRPr="00340146">
              <w:rPr>
                <w:rFonts w:ascii="Garamond" w:hAnsi="Garamond"/>
                <w:sz w:val="20"/>
              </w:rPr>
              <w:t xml:space="preserve"> </w:t>
            </w: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Ort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31E4F189" w14:textId="77777777" w:rsidR="00340146" w:rsidRDefault="00340146" w:rsidP="00197472">
            <w:pPr>
              <w:ind w:right="120"/>
              <w:jc w:val="right"/>
            </w:pPr>
          </w:p>
          <w:p w14:paraId="3712F128" w14:textId="77777777" w:rsidR="00340146" w:rsidRDefault="00340146" w:rsidP="00197472">
            <w:pPr>
              <w:ind w:right="120"/>
            </w:pPr>
          </w:p>
        </w:tc>
        <w:tc>
          <w:tcPr>
            <w:tcW w:w="756" w:type="dxa"/>
          </w:tcPr>
          <w:p w14:paraId="3298FB76" w14:textId="77777777" w:rsidR="00197472" w:rsidRDefault="00197472" w:rsidP="00197472">
            <w:pPr>
              <w:ind w:left="120" w:right="120"/>
            </w:pPr>
          </w:p>
        </w:tc>
        <w:tc>
          <w:tcPr>
            <w:tcW w:w="4818" w:type="dxa"/>
          </w:tcPr>
          <w:p w14:paraId="5EFF8DC7" w14:textId="77777777" w:rsidR="00340146" w:rsidRDefault="00340146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r>
              <w:rPr>
                <w:rFonts w:ascii="Garamond" w:hAnsi="Garamond"/>
                <w:b/>
                <w:smallCaps/>
                <w:sz w:val="36"/>
              </w:rPr>
              <w:fldChar w:fldCharType="begin"/>
            </w:r>
            <w:r>
              <w:rPr>
                <w:rFonts w:ascii="Garamond" w:hAnsi="Garamond"/>
                <w:b/>
                <w:smallCaps/>
                <w:sz w:val="36"/>
              </w:rPr>
              <w:instrText xml:space="preserve"> NEXT </w:instrText>
            </w:r>
            <w:r>
              <w:rPr>
                <w:rFonts w:ascii="Garamond" w:hAnsi="Garamond"/>
                <w:b/>
                <w:smallCaps/>
                <w:sz w:val="36"/>
              </w:rPr>
              <w:fldChar w:fldCharType="end"/>
            </w:r>
          </w:p>
          <w:p w14:paraId="0CEEFAA4" w14:textId="77777777" w:rsidR="00340146" w:rsidRPr="00880915" w:rsidRDefault="00340146" w:rsidP="00880915">
            <w:pPr>
              <w:pBdr>
                <w:bottom w:val="single" w:sz="4" w:space="1" w:color="auto"/>
              </w:pBdr>
              <w:jc w:val="center"/>
              <w:rPr>
                <w:rFonts w:ascii="Arial Black" w:hAnsi="Arial Black"/>
                <w:sz w:val="28"/>
              </w:rPr>
            </w:pPr>
            <w:r w:rsidRPr="00880915">
              <w:rPr>
                <w:rFonts w:ascii="Arial Black" w:hAnsi="Arial Black"/>
                <w:sz w:val="28"/>
              </w:rPr>
              <w:t>Company Name</w:t>
            </w:r>
          </w:p>
          <w:p w14:paraId="471215E8" w14:textId="77777777" w:rsidR="00340146" w:rsidRDefault="00340146" w:rsidP="00197472">
            <w:pPr>
              <w:jc w:val="right"/>
              <w:rPr>
                <w:rFonts w:ascii="Garamond" w:hAnsi="Garamond"/>
                <w:sz w:val="28"/>
              </w:rPr>
            </w:pPr>
          </w:p>
          <w:p w14:paraId="1BDF4531" w14:textId="77777777" w:rsidR="00340146" w:rsidRPr="00880915" w:rsidRDefault="00340146" w:rsidP="00880915">
            <w:pPr>
              <w:rPr>
                <w:rFonts w:ascii="Garamond" w:hAnsi="Garamond"/>
                <w:sz w:val="28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editId="38952EC9">
                      <wp:simplePos x="0" y="0"/>
                      <wp:positionH relativeFrom="column">
                        <wp:posOffset>2120265</wp:posOffset>
                      </wp:positionH>
                      <wp:positionV relativeFrom="paragraph">
                        <wp:posOffset>98425</wp:posOffset>
                      </wp:positionV>
                      <wp:extent cx="742950" cy="638175"/>
                      <wp:effectExtent l="152400" t="133350" r="133350" b="180975"/>
                      <wp:wrapNone/>
                      <wp:docPr id="63" name="Rechteck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63" o:spid="_x0000_s1026" style="position:absolute;margin-left:166.95pt;margin-top:7.75pt;width:58.5pt;height:50.25pt;rotation:1298589fd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" fillcolor="#95b3d7 [1940]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  <w:r w:rsidRPr="00880915">
              <w:rPr>
                <w:rFonts w:ascii="Garamond" w:hAnsi="Garamond"/>
                <w:sz w:val="28"/>
              </w:rPr>
              <w:t xml:space="preserve">  </w: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Nachname </w:instrTex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</w:p>
          <w:p w14:paraId="5F6E2F75" w14:textId="77777777" w:rsidR="00340146" w:rsidRPr="00880915" w:rsidRDefault="00340146" w:rsidP="00197472">
            <w:pPr>
              <w:ind w:right="120"/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editId="4E30A2B8">
                      <wp:simplePos x="0" y="0"/>
                      <wp:positionH relativeFrom="column">
                        <wp:posOffset>1967865</wp:posOffset>
                      </wp:positionH>
                      <wp:positionV relativeFrom="paragraph">
                        <wp:posOffset>80010</wp:posOffset>
                      </wp:positionV>
                      <wp:extent cx="742950" cy="638175"/>
                      <wp:effectExtent l="152400" t="133350" r="133350" b="180975"/>
                      <wp:wrapNone/>
                      <wp:docPr id="65" name="Rechteck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C00000" mc:Ignorable=""/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65" o:spid="_x0000_s1026" style="position:absolute;margin-left:154.95pt;margin-top:6.3pt;width:58.5pt;height:50.25pt;rotation:1298589fd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" fillcolor="#c00000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  <w:p w14:paraId="211F805C" w14:textId="77777777" w:rsidR="00340146" w:rsidRPr="00340146" w:rsidRDefault="00340146" w:rsidP="00880915">
            <w:pPr>
              <w:ind w:right="120"/>
              <w:rPr>
                <w:rFonts w:ascii="Garamond" w:hAnsi="Garamond"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Adresszeile_1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508C0FA1" w14:textId="77777777" w:rsidR="00340146" w:rsidRPr="00340146" w:rsidRDefault="00340146" w:rsidP="00880915">
            <w:pPr>
              <w:ind w:right="120"/>
              <w:rPr>
                <w:rFonts w:ascii="Garamond" w:hAnsi="Garamond"/>
                <w:noProof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Postleitzahl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  <w:r w:rsidRPr="00340146">
              <w:rPr>
                <w:rFonts w:ascii="Garamond" w:hAnsi="Garamond"/>
                <w:sz w:val="20"/>
              </w:rPr>
              <w:t xml:space="preserve"> </w:t>
            </w: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Ort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284074E6" w14:textId="77777777" w:rsidR="00340146" w:rsidRDefault="00340146" w:rsidP="00197472">
            <w:pPr>
              <w:ind w:right="120"/>
              <w:jc w:val="right"/>
            </w:pPr>
          </w:p>
          <w:p w14:paraId="4BD15420" w14:textId="77777777" w:rsidR="00340146" w:rsidRDefault="00340146" w:rsidP="00197472">
            <w:pPr>
              <w:ind w:right="120"/>
            </w:pPr>
          </w:p>
        </w:tc>
      </w:tr>
      <w:tr w:rsidR="00197472" w14:paraId="34DEC32C" w14:textId="77777777" w:rsidTr="00197472">
        <w:trPr>
          <w:cantSplit/>
          <w:trHeight w:hRule="exact" w:val="209"/>
        </w:trPr>
        <w:tc>
          <w:tcPr>
            <w:tcW w:w="4818" w:type="dxa"/>
          </w:tcPr>
          <w:p w14:paraId="00F4EED5" w14:textId="77777777" w:rsidR="00197472" w:rsidRDefault="00197472" w:rsidP="00197472">
            <w:pPr>
              <w:ind w:left="120" w:right="120"/>
            </w:pPr>
          </w:p>
        </w:tc>
        <w:tc>
          <w:tcPr>
            <w:tcW w:w="756" w:type="dxa"/>
          </w:tcPr>
          <w:p w14:paraId="4F7B22A4" w14:textId="77777777" w:rsidR="00197472" w:rsidRDefault="00197472" w:rsidP="00197472">
            <w:pPr>
              <w:ind w:left="120" w:right="120"/>
            </w:pPr>
          </w:p>
        </w:tc>
        <w:tc>
          <w:tcPr>
            <w:tcW w:w="4818" w:type="dxa"/>
          </w:tcPr>
          <w:p w14:paraId="41ECCF70" w14:textId="77777777" w:rsidR="00197472" w:rsidRDefault="00197472" w:rsidP="00197472">
            <w:pPr>
              <w:ind w:left="120" w:right="120"/>
            </w:pPr>
          </w:p>
        </w:tc>
      </w:tr>
      <w:tr w:rsidR="00197472" w14:paraId="171329E1" w14:textId="77777777" w:rsidTr="00197472">
        <w:trPr>
          <w:cantSplit/>
          <w:trHeight w:hRule="exact" w:val="3117"/>
        </w:trPr>
        <w:tc>
          <w:tcPr>
            <w:tcW w:w="4818" w:type="dxa"/>
          </w:tcPr>
          <w:p w14:paraId="3B6B6B19" w14:textId="77777777" w:rsidR="00340146" w:rsidRDefault="00340146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r>
              <w:rPr>
                <w:rFonts w:ascii="Garamond" w:hAnsi="Garamond"/>
                <w:b/>
                <w:smallCaps/>
                <w:sz w:val="36"/>
              </w:rPr>
              <w:fldChar w:fldCharType="begin"/>
            </w:r>
            <w:r>
              <w:rPr>
                <w:rFonts w:ascii="Garamond" w:hAnsi="Garamond"/>
                <w:b/>
                <w:smallCaps/>
                <w:sz w:val="36"/>
              </w:rPr>
              <w:instrText xml:space="preserve"> NEXT </w:instrText>
            </w:r>
            <w:r>
              <w:rPr>
                <w:rFonts w:ascii="Garamond" w:hAnsi="Garamond"/>
                <w:b/>
                <w:smallCaps/>
                <w:sz w:val="36"/>
              </w:rPr>
              <w:fldChar w:fldCharType="end"/>
            </w:r>
          </w:p>
          <w:p w14:paraId="22F85F6C" w14:textId="77777777" w:rsidR="00340146" w:rsidRPr="00880915" w:rsidRDefault="00340146" w:rsidP="00880915">
            <w:pPr>
              <w:pBdr>
                <w:bottom w:val="single" w:sz="4" w:space="1" w:color="auto"/>
              </w:pBdr>
              <w:jc w:val="center"/>
              <w:rPr>
                <w:rFonts w:ascii="Arial Black" w:hAnsi="Arial Black"/>
                <w:sz w:val="28"/>
              </w:rPr>
            </w:pPr>
            <w:r w:rsidRPr="00880915">
              <w:rPr>
                <w:rFonts w:ascii="Arial Black" w:hAnsi="Arial Black"/>
                <w:sz w:val="28"/>
              </w:rPr>
              <w:t>Company Name</w:t>
            </w:r>
          </w:p>
          <w:p w14:paraId="2D7174B2" w14:textId="77777777" w:rsidR="00340146" w:rsidRDefault="00340146" w:rsidP="00197472">
            <w:pPr>
              <w:jc w:val="right"/>
              <w:rPr>
                <w:rFonts w:ascii="Garamond" w:hAnsi="Garamond"/>
                <w:sz w:val="28"/>
              </w:rPr>
            </w:pPr>
          </w:p>
          <w:p w14:paraId="7496AEEC" w14:textId="77777777" w:rsidR="00340146" w:rsidRPr="00880915" w:rsidRDefault="00340146" w:rsidP="00880915">
            <w:pPr>
              <w:rPr>
                <w:rFonts w:ascii="Garamond" w:hAnsi="Garamond"/>
                <w:sz w:val="28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editId="3E809F53">
                      <wp:simplePos x="0" y="0"/>
                      <wp:positionH relativeFrom="column">
                        <wp:posOffset>2120265</wp:posOffset>
                      </wp:positionH>
                      <wp:positionV relativeFrom="paragraph">
                        <wp:posOffset>98425</wp:posOffset>
                      </wp:positionV>
                      <wp:extent cx="742950" cy="638175"/>
                      <wp:effectExtent l="152400" t="133350" r="133350" b="180975"/>
                      <wp:wrapNone/>
                      <wp:docPr id="59" name="Rechteck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59" o:spid="_x0000_s1026" style="position:absolute;margin-left:166.95pt;margin-top:7.75pt;width:58.5pt;height:50.25pt;rotation:1298589fd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" fillcolor="#95b3d7 [1940]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  <w:r w:rsidRPr="00880915">
              <w:rPr>
                <w:rFonts w:ascii="Garamond" w:hAnsi="Garamond"/>
                <w:sz w:val="28"/>
              </w:rPr>
              <w:t xml:space="preserve">  </w: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Nachname </w:instrTex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</w:p>
          <w:p w14:paraId="53C180E7" w14:textId="77777777" w:rsidR="00340146" w:rsidRPr="00880915" w:rsidRDefault="00340146" w:rsidP="00197472">
            <w:pPr>
              <w:ind w:right="120"/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editId="676D165B">
                      <wp:simplePos x="0" y="0"/>
                      <wp:positionH relativeFrom="column">
                        <wp:posOffset>1967865</wp:posOffset>
                      </wp:positionH>
                      <wp:positionV relativeFrom="paragraph">
                        <wp:posOffset>80010</wp:posOffset>
                      </wp:positionV>
                      <wp:extent cx="742950" cy="638175"/>
                      <wp:effectExtent l="152400" t="133350" r="133350" b="180975"/>
                      <wp:wrapNone/>
                      <wp:docPr id="61" name="Rechteck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C00000" mc:Ignorable=""/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61" o:spid="_x0000_s1026" style="position:absolute;margin-left:154.95pt;margin-top:6.3pt;width:58.5pt;height:50.25pt;rotation:1298589fd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" fillcolor="#c00000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  <w:p w14:paraId="417B10C9" w14:textId="77777777" w:rsidR="00340146" w:rsidRPr="00340146" w:rsidRDefault="00340146" w:rsidP="00880915">
            <w:pPr>
              <w:ind w:right="120"/>
              <w:rPr>
                <w:rFonts w:ascii="Garamond" w:hAnsi="Garamond"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Adresszeile_1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293FB3F5" w14:textId="77777777" w:rsidR="00340146" w:rsidRPr="00340146" w:rsidRDefault="00340146" w:rsidP="00880915">
            <w:pPr>
              <w:ind w:right="120"/>
              <w:rPr>
                <w:rFonts w:ascii="Garamond" w:hAnsi="Garamond"/>
                <w:noProof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Postleitzahl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  <w:r w:rsidRPr="00340146">
              <w:rPr>
                <w:rFonts w:ascii="Garamond" w:hAnsi="Garamond"/>
                <w:sz w:val="20"/>
              </w:rPr>
              <w:t xml:space="preserve"> </w:t>
            </w: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Ort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0BE775AE" w14:textId="77777777" w:rsidR="00340146" w:rsidRDefault="00340146" w:rsidP="00197472">
            <w:pPr>
              <w:ind w:right="120"/>
              <w:jc w:val="right"/>
            </w:pPr>
          </w:p>
          <w:p w14:paraId="499A461D" w14:textId="77777777" w:rsidR="00340146" w:rsidRDefault="00340146" w:rsidP="00197472">
            <w:pPr>
              <w:ind w:right="120"/>
            </w:pPr>
          </w:p>
        </w:tc>
        <w:tc>
          <w:tcPr>
            <w:tcW w:w="756" w:type="dxa"/>
          </w:tcPr>
          <w:p w14:paraId="766009DB" w14:textId="77777777" w:rsidR="00197472" w:rsidRDefault="00197472" w:rsidP="00197472">
            <w:pPr>
              <w:ind w:left="120" w:right="120"/>
            </w:pPr>
          </w:p>
        </w:tc>
        <w:tc>
          <w:tcPr>
            <w:tcW w:w="4818" w:type="dxa"/>
          </w:tcPr>
          <w:p w14:paraId="0C504B56" w14:textId="77777777" w:rsidR="00340146" w:rsidRDefault="00340146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r>
              <w:rPr>
                <w:rFonts w:ascii="Garamond" w:hAnsi="Garamond"/>
                <w:b/>
                <w:smallCaps/>
                <w:sz w:val="36"/>
              </w:rPr>
              <w:fldChar w:fldCharType="begin"/>
            </w:r>
            <w:r>
              <w:rPr>
                <w:rFonts w:ascii="Garamond" w:hAnsi="Garamond"/>
                <w:b/>
                <w:smallCaps/>
                <w:sz w:val="36"/>
              </w:rPr>
              <w:instrText xml:space="preserve"> NEXT </w:instrText>
            </w:r>
            <w:r>
              <w:rPr>
                <w:rFonts w:ascii="Garamond" w:hAnsi="Garamond"/>
                <w:b/>
                <w:smallCaps/>
                <w:sz w:val="36"/>
              </w:rPr>
              <w:fldChar w:fldCharType="end"/>
            </w:r>
          </w:p>
          <w:p w14:paraId="7F66C72E" w14:textId="77777777" w:rsidR="00340146" w:rsidRPr="00880915" w:rsidRDefault="00340146" w:rsidP="00880915">
            <w:pPr>
              <w:pBdr>
                <w:bottom w:val="single" w:sz="4" w:space="1" w:color="auto"/>
              </w:pBdr>
              <w:jc w:val="center"/>
              <w:rPr>
                <w:rFonts w:ascii="Arial Black" w:hAnsi="Arial Black"/>
                <w:sz w:val="28"/>
              </w:rPr>
            </w:pPr>
            <w:r w:rsidRPr="00880915">
              <w:rPr>
                <w:rFonts w:ascii="Arial Black" w:hAnsi="Arial Black"/>
                <w:sz w:val="28"/>
              </w:rPr>
              <w:t>Company Name</w:t>
            </w:r>
          </w:p>
          <w:p w14:paraId="24F41E9B" w14:textId="77777777" w:rsidR="00340146" w:rsidRDefault="00340146" w:rsidP="00197472">
            <w:pPr>
              <w:jc w:val="right"/>
              <w:rPr>
                <w:rFonts w:ascii="Garamond" w:hAnsi="Garamond"/>
                <w:sz w:val="28"/>
              </w:rPr>
            </w:pPr>
          </w:p>
          <w:p w14:paraId="4446F38E" w14:textId="77777777" w:rsidR="00340146" w:rsidRPr="00880915" w:rsidRDefault="00340146" w:rsidP="00880915">
            <w:pPr>
              <w:rPr>
                <w:rFonts w:ascii="Garamond" w:hAnsi="Garamond"/>
                <w:sz w:val="28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editId="73E89890">
                      <wp:simplePos x="0" y="0"/>
                      <wp:positionH relativeFrom="column">
                        <wp:posOffset>2120265</wp:posOffset>
                      </wp:positionH>
                      <wp:positionV relativeFrom="paragraph">
                        <wp:posOffset>98425</wp:posOffset>
                      </wp:positionV>
                      <wp:extent cx="742950" cy="638175"/>
                      <wp:effectExtent l="152400" t="133350" r="133350" b="180975"/>
                      <wp:wrapNone/>
                      <wp:docPr id="55" name="Rechteck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55" o:spid="_x0000_s1026" style="position:absolute;margin-left:166.95pt;margin-top:7.75pt;width:58.5pt;height:50.25pt;rotation:1298589fd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" fillcolor="#95b3d7 [1940]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  <w:r w:rsidRPr="00880915">
              <w:rPr>
                <w:rFonts w:ascii="Garamond" w:hAnsi="Garamond"/>
                <w:sz w:val="28"/>
              </w:rPr>
              <w:t xml:space="preserve">  </w: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Nachname </w:instrTex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</w:p>
          <w:p w14:paraId="70FA60DB" w14:textId="77777777" w:rsidR="00340146" w:rsidRPr="00880915" w:rsidRDefault="00340146" w:rsidP="00197472">
            <w:pPr>
              <w:ind w:right="120"/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editId="3D31D2A9">
                      <wp:simplePos x="0" y="0"/>
                      <wp:positionH relativeFrom="column">
                        <wp:posOffset>1967865</wp:posOffset>
                      </wp:positionH>
                      <wp:positionV relativeFrom="paragraph">
                        <wp:posOffset>80010</wp:posOffset>
                      </wp:positionV>
                      <wp:extent cx="742950" cy="638175"/>
                      <wp:effectExtent l="152400" t="133350" r="133350" b="180975"/>
                      <wp:wrapNone/>
                      <wp:docPr id="57" name="Rechteck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C00000" mc:Ignorable=""/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57" o:spid="_x0000_s1026" style="position:absolute;margin-left:154.95pt;margin-top:6.3pt;width:58.5pt;height:50.25pt;rotation:1298589fd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" fillcolor="#c00000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  <w:p w14:paraId="50629C55" w14:textId="77777777" w:rsidR="00340146" w:rsidRPr="00340146" w:rsidRDefault="00340146" w:rsidP="00880915">
            <w:pPr>
              <w:ind w:right="120"/>
              <w:rPr>
                <w:rFonts w:ascii="Garamond" w:hAnsi="Garamond"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Adresszeile_1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72143C92" w14:textId="77777777" w:rsidR="00340146" w:rsidRPr="00340146" w:rsidRDefault="00340146" w:rsidP="00880915">
            <w:pPr>
              <w:ind w:right="120"/>
              <w:rPr>
                <w:rFonts w:ascii="Garamond" w:hAnsi="Garamond"/>
                <w:noProof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Postleitzahl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  <w:r w:rsidRPr="00340146">
              <w:rPr>
                <w:rFonts w:ascii="Garamond" w:hAnsi="Garamond"/>
                <w:sz w:val="20"/>
              </w:rPr>
              <w:t xml:space="preserve"> </w:t>
            </w: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Ort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0D64A920" w14:textId="77777777" w:rsidR="00340146" w:rsidRDefault="00340146" w:rsidP="00197472">
            <w:pPr>
              <w:ind w:right="120"/>
              <w:jc w:val="right"/>
            </w:pPr>
          </w:p>
          <w:p w14:paraId="69B8DC4E" w14:textId="77777777" w:rsidR="00340146" w:rsidRDefault="00340146" w:rsidP="00197472">
            <w:pPr>
              <w:ind w:right="120"/>
            </w:pPr>
          </w:p>
        </w:tc>
      </w:tr>
      <w:tr w:rsidR="00197472" w14:paraId="2AF00251" w14:textId="77777777" w:rsidTr="00197472">
        <w:trPr>
          <w:cantSplit/>
          <w:trHeight w:hRule="exact" w:val="209"/>
        </w:trPr>
        <w:tc>
          <w:tcPr>
            <w:tcW w:w="4818" w:type="dxa"/>
          </w:tcPr>
          <w:p w14:paraId="553A66FE" w14:textId="77777777" w:rsidR="00197472" w:rsidRDefault="00197472" w:rsidP="00197472">
            <w:pPr>
              <w:ind w:left="120" w:right="120"/>
            </w:pPr>
          </w:p>
        </w:tc>
        <w:tc>
          <w:tcPr>
            <w:tcW w:w="756" w:type="dxa"/>
          </w:tcPr>
          <w:p w14:paraId="3C8DF856" w14:textId="77777777" w:rsidR="00197472" w:rsidRDefault="00197472" w:rsidP="00197472">
            <w:pPr>
              <w:ind w:left="120" w:right="120"/>
            </w:pPr>
          </w:p>
        </w:tc>
        <w:tc>
          <w:tcPr>
            <w:tcW w:w="4818" w:type="dxa"/>
          </w:tcPr>
          <w:p w14:paraId="2D7CE1D2" w14:textId="77777777" w:rsidR="00197472" w:rsidRDefault="00197472" w:rsidP="00197472">
            <w:pPr>
              <w:ind w:left="120" w:right="120"/>
            </w:pPr>
          </w:p>
        </w:tc>
      </w:tr>
      <w:tr w:rsidR="00197472" w14:paraId="187C4F2E" w14:textId="77777777" w:rsidTr="00197472">
        <w:trPr>
          <w:cantSplit/>
          <w:trHeight w:hRule="exact" w:val="3117"/>
        </w:trPr>
        <w:tc>
          <w:tcPr>
            <w:tcW w:w="4818" w:type="dxa"/>
          </w:tcPr>
          <w:p w14:paraId="532683E4" w14:textId="77777777" w:rsidR="00340146" w:rsidRDefault="00340146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r>
              <w:rPr>
                <w:rFonts w:ascii="Garamond" w:hAnsi="Garamond"/>
                <w:b/>
                <w:smallCaps/>
                <w:sz w:val="36"/>
              </w:rPr>
              <w:fldChar w:fldCharType="begin"/>
            </w:r>
            <w:r>
              <w:rPr>
                <w:rFonts w:ascii="Garamond" w:hAnsi="Garamond"/>
                <w:b/>
                <w:smallCaps/>
                <w:sz w:val="36"/>
              </w:rPr>
              <w:instrText xml:space="preserve"> NEXT </w:instrText>
            </w:r>
            <w:r>
              <w:rPr>
                <w:rFonts w:ascii="Garamond" w:hAnsi="Garamond"/>
                <w:b/>
                <w:smallCaps/>
                <w:sz w:val="36"/>
              </w:rPr>
              <w:fldChar w:fldCharType="end"/>
            </w:r>
          </w:p>
          <w:p w14:paraId="079EAC3B" w14:textId="77777777" w:rsidR="00340146" w:rsidRPr="00880915" w:rsidRDefault="00340146" w:rsidP="00880915">
            <w:pPr>
              <w:pBdr>
                <w:bottom w:val="single" w:sz="4" w:space="1" w:color="auto"/>
              </w:pBdr>
              <w:jc w:val="center"/>
              <w:rPr>
                <w:rFonts w:ascii="Arial Black" w:hAnsi="Arial Black"/>
                <w:sz w:val="28"/>
              </w:rPr>
            </w:pPr>
            <w:r w:rsidRPr="00880915">
              <w:rPr>
                <w:rFonts w:ascii="Arial Black" w:hAnsi="Arial Black"/>
                <w:sz w:val="28"/>
              </w:rPr>
              <w:t>Company Name</w:t>
            </w:r>
          </w:p>
          <w:p w14:paraId="6D420436" w14:textId="77777777" w:rsidR="00340146" w:rsidRDefault="00340146" w:rsidP="00197472">
            <w:pPr>
              <w:jc w:val="right"/>
              <w:rPr>
                <w:rFonts w:ascii="Garamond" w:hAnsi="Garamond"/>
                <w:sz w:val="28"/>
              </w:rPr>
            </w:pPr>
          </w:p>
          <w:p w14:paraId="18A86EFA" w14:textId="77777777" w:rsidR="00340146" w:rsidRPr="00880915" w:rsidRDefault="00340146" w:rsidP="00880915">
            <w:pPr>
              <w:rPr>
                <w:rFonts w:ascii="Garamond" w:hAnsi="Garamond"/>
                <w:sz w:val="28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editId="67C85449">
                      <wp:simplePos x="0" y="0"/>
                      <wp:positionH relativeFrom="column">
                        <wp:posOffset>2120265</wp:posOffset>
                      </wp:positionH>
                      <wp:positionV relativeFrom="paragraph">
                        <wp:posOffset>98425</wp:posOffset>
                      </wp:positionV>
                      <wp:extent cx="742950" cy="638175"/>
                      <wp:effectExtent l="152400" t="133350" r="133350" b="180975"/>
                      <wp:wrapNone/>
                      <wp:docPr id="51" name="Rechteck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51" o:spid="_x0000_s1026" style="position:absolute;margin-left:166.95pt;margin-top:7.75pt;width:58.5pt;height:50.25pt;rotation:1298589fd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" fillcolor="#95b3d7 [1940]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  <w:r w:rsidRPr="00880915">
              <w:rPr>
                <w:rFonts w:ascii="Garamond" w:hAnsi="Garamond"/>
                <w:sz w:val="28"/>
              </w:rPr>
              <w:t xml:space="preserve">  </w: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Nachname </w:instrTex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</w:p>
          <w:p w14:paraId="10B61AC1" w14:textId="77777777" w:rsidR="00340146" w:rsidRPr="00880915" w:rsidRDefault="00340146" w:rsidP="00197472">
            <w:pPr>
              <w:ind w:right="120"/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editId="0B56643E">
                      <wp:simplePos x="0" y="0"/>
                      <wp:positionH relativeFrom="column">
                        <wp:posOffset>1967865</wp:posOffset>
                      </wp:positionH>
                      <wp:positionV relativeFrom="paragraph">
                        <wp:posOffset>80010</wp:posOffset>
                      </wp:positionV>
                      <wp:extent cx="742950" cy="638175"/>
                      <wp:effectExtent l="152400" t="133350" r="133350" b="180975"/>
                      <wp:wrapNone/>
                      <wp:docPr id="53" name="Rechteck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C00000" mc:Ignorable=""/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53" o:spid="_x0000_s1026" style="position:absolute;margin-left:154.95pt;margin-top:6.3pt;width:58.5pt;height:50.25pt;rotation:1298589fd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" fillcolor="#c00000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  <w:p w14:paraId="352D1EDA" w14:textId="77777777" w:rsidR="00340146" w:rsidRPr="00340146" w:rsidRDefault="00340146" w:rsidP="00880915">
            <w:pPr>
              <w:ind w:right="120"/>
              <w:rPr>
                <w:rFonts w:ascii="Garamond" w:hAnsi="Garamond"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Adresszeile_1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1F0568A4" w14:textId="77777777" w:rsidR="00340146" w:rsidRPr="00340146" w:rsidRDefault="00340146" w:rsidP="00880915">
            <w:pPr>
              <w:ind w:right="120"/>
              <w:rPr>
                <w:rFonts w:ascii="Garamond" w:hAnsi="Garamond"/>
                <w:noProof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Postleitzahl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  <w:r w:rsidRPr="00340146">
              <w:rPr>
                <w:rFonts w:ascii="Garamond" w:hAnsi="Garamond"/>
                <w:sz w:val="20"/>
              </w:rPr>
              <w:t xml:space="preserve"> </w:t>
            </w: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Ort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2D8C0E15" w14:textId="77777777" w:rsidR="00340146" w:rsidRDefault="00340146" w:rsidP="00197472">
            <w:pPr>
              <w:ind w:right="120"/>
              <w:jc w:val="right"/>
            </w:pPr>
          </w:p>
          <w:p w14:paraId="7104FF70" w14:textId="77777777" w:rsidR="00340146" w:rsidRDefault="00340146" w:rsidP="00197472">
            <w:pPr>
              <w:ind w:right="120"/>
            </w:pPr>
          </w:p>
        </w:tc>
        <w:tc>
          <w:tcPr>
            <w:tcW w:w="756" w:type="dxa"/>
          </w:tcPr>
          <w:p w14:paraId="7733A0BF" w14:textId="77777777" w:rsidR="00197472" w:rsidRDefault="00197472" w:rsidP="00197472">
            <w:pPr>
              <w:ind w:left="120" w:right="120"/>
            </w:pPr>
          </w:p>
        </w:tc>
        <w:tc>
          <w:tcPr>
            <w:tcW w:w="4818" w:type="dxa"/>
          </w:tcPr>
          <w:p w14:paraId="5E81AF99" w14:textId="77777777" w:rsidR="00340146" w:rsidRDefault="00340146" w:rsidP="00197472">
            <w:pPr>
              <w:spacing w:before="111"/>
              <w:ind w:left="120" w:right="120"/>
              <w:rPr>
                <w:rFonts w:ascii="Garamond" w:hAnsi="Garamond"/>
                <w:b/>
                <w:smallCaps/>
                <w:sz w:val="36"/>
              </w:rPr>
            </w:pPr>
            <w:r>
              <w:rPr>
                <w:rFonts w:ascii="Garamond" w:hAnsi="Garamond"/>
                <w:b/>
                <w:smallCaps/>
                <w:sz w:val="36"/>
              </w:rPr>
              <w:fldChar w:fldCharType="begin"/>
            </w:r>
            <w:r>
              <w:rPr>
                <w:rFonts w:ascii="Garamond" w:hAnsi="Garamond"/>
                <w:b/>
                <w:smallCaps/>
                <w:sz w:val="36"/>
              </w:rPr>
              <w:instrText xml:space="preserve"> NEXT </w:instrText>
            </w:r>
            <w:r>
              <w:rPr>
                <w:rFonts w:ascii="Garamond" w:hAnsi="Garamond"/>
                <w:b/>
                <w:smallCaps/>
                <w:sz w:val="36"/>
              </w:rPr>
              <w:fldChar w:fldCharType="end"/>
            </w:r>
          </w:p>
          <w:p w14:paraId="303A7AF1" w14:textId="77777777" w:rsidR="00340146" w:rsidRPr="00880915" w:rsidRDefault="00340146" w:rsidP="00880915">
            <w:pPr>
              <w:pBdr>
                <w:bottom w:val="single" w:sz="4" w:space="1" w:color="auto"/>
              </w:pBdr>
              <w:jc w:val="center"/>
              <w:rPr>
                <w:rFonts w:ascii="Arial Black" w:hAnsi="Arial Black"/>
                <w:sz w:val="28"/>
              </w:rPr>
            </w:pPr>
            <w:r w:rsidRPr="00880915">
              <w:rPr>
                <w:rFonts w:ascii="Arial Black" w:hAnsi="Arial Black"/>
                <w:sz w:val="28"/>
              </w:rPr>
              <w:t>Company Name</w:t>
            </w:r>
          </w:p>
          <w:p w14:paraId="4E8B3AC7" w14:textId="77777777" w:rsidR="00340146" w:rsidRDefault="00340146" w:rsidP="00197472">
            <w:pPr>
              <w:jc w:val="right"/>
              <w:rPr>
                <w:rFonts w:ascii="Garamond" w:hAnsi="Garamond"/>
                <w:sz w:val="28"/>
              </w:rPr>
            </w:pPr>
          </w:p>
          <w:p w14:paraId="4E5ACC38" w14:textId="77777777" w:rsidR="00340146" w:rsidRPr="00880915" w:rsidRDefault="00340146" w:rsidP="00880915">
            <w:pPr>
              <w:rPr>
                <w:rFonts w:ascii="Garamond" w:hAnsi="Garamond"/>
                <w:sz w:val="28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editId="5015368C">
                      <wp:simplePos x="0" y="0"/>
                      <wp:positionH relativeFrom="column">
                        <wp:posOffset>2120265</wp:posOffset>
                      </wp:positionH>
                      <wp:positionV relativeFrom="paragraph">
                        <wp:posOffset>98425</wp:posOffset>
                      </wp:positionV>
                      <wp:extent cx="742950" cy="638175"/>
                      <wp:effectExtent l="152400" t="133350" r="133350" b="180975"/>
                      <wp:wrapNone/>
                      <wp:docPr id="47" name="Rechteck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47" o:spid="_x0000_s1026" style="position:absolute;margin-left:166.95pt;margin-top:7.75pt;width:58.5pt;height:50.25pt;rotation:1298589fd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" fillcolor="#95b3d7 [1940]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Vorname </w:instrTex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  <w:r w:rsidRPr="00880915">
              <w:rPr>
                <w:rFonts w:ascii="Garamond" w:hAnsi="Garamond"/>
                <w:sz w:val="28"/>
              </w:rPr>
              <w:t xml:space="preserve">  </w:t>
            </w:r>
            <w:r w:rsidRPr="00880915">
              <w:rPr>
                <w:rFonts w:ascii="Garamond" w:hAnsi="Garamond"/>
                <w:sz w:val="28"/>
              </w:rPr>
              <w:fldChar w:fldCharType="begin"/>
            </w:r>
            <w:r w:rsidRPr="00880915">
              <w:rPr>
                <w:rFonts w:ascii="Garamond" w:hAnsi="Garamond"/>
                <w:sz w:val="28"/>
              </w:rPr>
              <w:instrText xml:space="preserve"> MERGEFIELD Nachname </w:instrText>
            </w:r>
            <w:r w:rsidRPr="00880915">
              <w:rPr>
                <w:rFonts w:ascii="Garamond" w:hAnsi="Garamond"/>
                <w:sz w:val="28"/>
              </w:rPr>
              <w:fldChar w:fldCharType="end"/>
            </w:r>
          </w:p>
          <w:p w14:paraId="0C5957B7" w14:textId="77777777" w:rsidR="00340146" w:rsidRPr="00880915" w:rsidRDefault="00340146" w:rsidP="00197472">
            <w:pPr>
              <w:ind w:right="120"/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editId="58DA8B80">
                      <wp:simplePos x="0" y="0"/>
                      <wp:positionH relativeFrom="column">
                        <wp:posOffset>1967865</wp:posOffset>
                      </wp:positionH>
                      <wp:positionV relativeFrom="paragraph">
                        <wp:posOffset>80010</wp:posOffset>
                      </wp:positionV>
                      <wp:extent cx="742950" cy="638175"/>
                      <wp:effectExtent l="152400" t="133350" r="133350" b="180975"/>
                      <wp:wrapNone/>
                      <wp:docPr id="49" name="Rechteck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88894"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C00000" mc:Ignorable=""/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49" o:spid="_x0000_s1026" style="position:absolute;margin-left:154.95pt;margin-top:6.3pt;width:58.5pt;height:50.25pt;rotation:1298589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" fillcolor="#c00000" stroked="f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  <w:p w14:paraId="5A86B303" w14:textId="77777777" w:rsidR="00340146" w:rsidRPr="00340146" w:rsidRDefault="00340146" w:rsidP="00880915">
            <w:pPr>
              <w:ind w:right="120"/>
              <w:rPr>
                <w:rFonts w:ascii="Garamond" w:hAnsi="Garamond"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Adresszeile_1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7C8E6862" w14:textId="77777777" w:rsidR="00340146" w:rsidRPr="00340146" w:rsidRDefault="00340146" w:rsidP="00880915">
            <w:pPr>
              <w:ind w:right="120"/>
              <w:rPr>
                <w:rFonts w:ascii="Garamond" w:hAnsi="Garamond"/>
                <w:noProof/>
                <w:sz w:val="20"/>
              </w:rPr>
            </w:pP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Postleitzahl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  <w:r w:rsidRPr="00340146">
              <w:rPr>
                <w:rFonts w:ascii="Garamond" w:hAnsi="Garamond"/>
                <w:sz w:val="20"/>
              </w:rPr>
              <w:t xml:space="preserve"> </w:t>
            </w:r>
            <w:r w:rsidRPr="00340146">
              <w:rPr>
                <w:rFonts w:ascii="Garamond" w:hAnsi="Garamond"/>
                <w:sz w:val="20"/>
              </w:rPr>
              <w:fldChar w:fldCharType="begin"/>
            </w:r>
            <w:r w:rsidRPr="00340146">
              <w:rPr>
                <w:rFonts w:ascii="Garamond" w:hAnsi="Garamond"/>
                <w:sz w:val="20"/>
              </w:rPr>
              <w:instrText xml:space="preserve"> MERGEFIELD Ort </w:instrText>
            </w:r>
            <w:r w:rsidRPr="00340146">
              <w:rPr>
                <w:rFonts w:ascii="Garamond" w:hAnsi="Garamond"/>
                <w:noProof/>
                <w:sz w:val="20"/>
              </w:rPr>
              <w:fldChar w:fldCharType="end"/>
            </w:r>
          </w:p>
          <w:p w14:paraId="7E475FD3" w14:textId="77777777" w:rsidR="00340146" w:rsidRDefault="00340146" w:rsidP="00197472">
            <w:pPr>
              <w:ind w:right="120"/>
              <w:jc w:val="right"/>
            </w:pPr>
          </w:p>
          <w:p w14:paraId="133414F8" w14:textId="77777777" w:rsidR="00340146" w:rsidRDefault="00340146" w:rsidP="00197472">
            <w:pPr>
              <w:ind w:right="120"/>
            </w:pPr>
          </w:p>
        </w:tc>
      </w:tr>
    </w:tbl>
    <w:p w14:paraId="73F64D0F" w14:textId="77777777" w:rsidR="00197472" w:rsidRPr="00197472" w:rsidRDefault="00197472" w:rsidP="00197472">
      <w:pPr>
        <w:ind w:left="120" w:right="120"/>
        <w:rPr>
          <w:vanish/>
        </w:rPr>
      </w:pPr>
    </w:p>
    <w:sectPr w:rsidR="00197472" w:rsidRPr="00197472" w:rsidSect="00197472">
      <w:type w:val="continuous"/>
      <w:pgSz w:w="11905" w:h="16837"/>
      <w:pgMar w:top="208" w:right="756" w:bottom="0" w:left="756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mailMerge>
    <w:mainDocumentType w:val="mailingLabels"/>
    <w:linkToQuery/>
    <w:dataType w:val="native"/>
    <w:connectString w:val="Provider=Microsoft.ACE.OLEDB.12.0;User ID=Admin;Data Source=\\filesrv\elan\Projects\A-Labor\ooXML-Validation\doclib\Labels\AddressList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Office Address List`"/>
    <w:dataSource r:id="rId2"/>
    <w:viewMergedData/>
    <w:odso>
      <w:udl w:val="Provider=Microsoft.ACE.OLEDB.12.0;User ID=Admin;Data Source=\\filesrv\elan\Projects\A-Labor\ooXML-Validation\doclib\Labels\AddressList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Office Address List"/>
      <w:src r:id="rId3"/>
      <w:colDelim w:val="9"/>
      <w:type w:val="addressBook"/>
      <w:fHdr/>
      <w:fieldMapData>
        <w:column w:val="0"/>
        <w:lid w:val="de-DE"/>
      </w:fieldMapData>
      <w:fieldMapData>
        <w:type w:val="dbColumn"/>
        <w:name w:val="Titel"/>
        <w:mappedName w:val="Anrede"/>
        <w:column w:val="0"/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column w:val="0"/>
        <w:lid w:val="de-DE"/>
      </w:fieldMapData>
      <w:fieldMapData>
        <w:type w:val="dbColumn"/>
        <w:name w:val="Nachname"/>
        <w:mappedName w:val="Nachname"/>
        <w:column w:val="2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Firmenname"/>
        <w:mappedName w:val="Firma"/>
        <w:column w:val="3"/>
        <w:lid w:val="de-DE"/>
      </w:fieldMapData>
      <w:fieldMapData>
        <w:type w:val="dbColumn"/>
        <w:name w:val="Adresszeile 1"/>
        <w:mappedName w:val="Adresse 1"/>
        <w:column w:val="4"/>
        <w:lid w:val="de-DE"/>
      </w:fieldMapData>
      <w:fieldMapData>
        <w:type w:val="dbColumn"/>
        <w:name w:val="Adresszeile 2"/>
        <w:mappedName w:val="Adresse 2"/>
        <w:column w:val="5"/>
        <w:lid w:val="de-DE"/>
      </w:fieldMapData>
      <w:fieldMapData>
        <w:type w:val="dbColumn"/>
        <w:name w:val="Ort"/>
        <w:mappedName w:val="Ort"/>
        <w:column w:val="6"/>
        <w:lid w:val="de-DE"/>
      </w:fieldMapData>
      <w:fieldMapData>
        <w:column w:val="0"/>
        <w:lid w:val="de-DE"/>
      </w:fieldMapData>
      <w:fieldMapData>
        <w:type w:val="dbColumn"/>
        <w:name w:val="Postleitzahl"/>
        <w:mappedName w:val="PLZ"/>
        <w:column w:val="8"/>
        <w:lid w:val="de-DE"/>
      </w:fieldMapData>
      <w:fieldMapData>
        <w:type w:val="dbColumn"/>
        <w:name w:val="Land/Region"/>
        <w:mappedName w:val="Land oder Region"/>
        <w:column w:val="9"/>
        <w:lid w:val="de-DE"/>
      </w:fieldMapData>
      <w:fieldMapData>
        <w:type w:val="dbColumn"/>
        <w:name w:val="Telefon geschäftlich"/>
        <w:mappedName w:val="Telefon Büro"/>
        <w:column w:val="11"/>
        <w:lid w:val="de-DE"/>
      </w:fieldMapData>
      <w:fieldMapData>
        <w:column w:val="0"/>
        <w:lid w:val="de-DE"/>
      </w:fieldMapData>
      <w:fieldMapData>
        <w:type w:val="dbColumn"/>
        <w:name w:val="Telefon privat"/>
        <w:mappedName w:val="Privatrufnummer"/>
        <w:column w:val="10"/>
        <w:lid w:val="de-DE"/>
      </w:fieldMapData>
      <w:fieldMapData>
        <w:column w:val="0"/>
        <w:lid w:val="de-DE"/>
      </w:fieldMapData>
      <w:fieldMapData>
        <w:type w:val="dbColumn"/>
        <w:name w:val="E-Mail-Adresse"/>
        <w:mappedName w:val="E-Mail-Adresse"/>
        <w:column w:val="12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472"/>
    <w:rsid w:val="000456B5"/>
    <w:rsid w:val="00113138"/>
    <w:rsid w:val="00197472"/>
    <w:rsid w:val="0031730B"/>
    <w:rsid w:val="00340146"/>
    <w:rsid w:val="00786559"/>
    <w:rsid w:val="007D6CE8"/>
    <w:rsid w:val="00880915"/>
    <w:rsid w:val="00B72F10"/>
    <w:rsid w:val="00C87FF7"/>
    <w:rsid w:val="00E2298C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732]"/>
    </o:shapedefaults>
    <o:shapelayout v:ext="edit">
      <o:idmap v:ext="edit" data="1"/>
    </o:shapelayout>
  </w:shapeDefaults>
  <w:decimalSymbol w:val=","/>
  <w:listSeparator w:val=";"/>
  <w14:docId w14:val="557D26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97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7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7472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97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7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747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\\filesrv\elan\Projects\A-Labor\ooXML-Validation\doclib\Labels\AddressList.mdb" TargetMode="External"/><Relationship Id="rId2" Type="http://schemas.openxmlformats.org/officeDocument/2006/relationships/mailMergeSource" Target="file:///\\filesrv\elan\Projects\A-Labor\ooXML-Validation\doclib\Labels\AddressList.mdb" TargetMode="External"/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A4B8B-AA70-449E-AFEF-ABF23EB87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Entwicklung</dc:creator>
  <cp:lastModifiedBy>bki</cp:lastModifiedBy>
  <cp:revision>2</cp:revision>
  <dcterms:created xsi:type="dcterms:W3CDTF">2010-10-03T09:59:00Z</dcterms:created>
  <dcterms:modified xsi:type="dcterms:W3CDTF">2010-10-03T09:59:00Z</dcterms:modified>
</cp:coreProperties>
</file>